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952"/>
        <w:gridCol w:w="1134"/>
        <w:gridCol w:w="1237"/>
        <w:gridCol w:w="1602"/>
      </w:tblGrid>
      <w:tr w:rsidR="0015565B" w:rsidRPr="00DF25B3" w:rsidTr="00F74D6C">
        <w:trPr>
          <w:trHeight w:val="315"/>
          <w:jc w:val="center"/>
        </w:trPr>
        <w:tc>
          <w:tcPr>
            <w:tcW w:w="5665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34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237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F74D6C">
        <w:trPr>
          <w:trHeight w:val="315"/>
          <w:jc w:val="center"/>
        </w:trPr>
        <w:tc>
          <w:tcPr>
            <w:tcW w:w="5665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6A508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F74D6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Α4-</w:t>
            </w:r>
            <w:r w:rsidR="00F74D6C" w:rsidRPr="00F74D6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Ο1.Ε04 </w:t>
            </w:r>
            <w:bookmarkStart w:id="0" w:name="_GoBack"/>
            <w:bookmarkEnd w:id="0"/>
            <w:r w:rsidR="00F74D6C" w:rsidRPr="00F74D6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Η/Υ Τύπου 01</w:t>
            </w:r>
          </w:p>
        </w:tc>
        <w:tc>
          <w:tcPr>
            <w:tcW w:w="1134" w:type="dxa"/>
            <w:vAlign w:val="center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F74D6C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4952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34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237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F74D6C" w:rsidRPr="00DF25B3" w:rsidTr="00F74D6C">
        <w:trPr>
          <w:trHeight w:val="63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1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>Να αναφερθεί ο Κατασκευαστής, Σειρά-Μοντέλο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2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 xml:space="preserve">Τυπική διάσταση </w:t>
            </w:r>
            <w:proofErr w:type="spellStart"/>
            <w:r w:rsidRPr="00044409">
              <w:t>διαγωνίου</w:t>
            </w:r>
            <w:proofErr w:type="spellEnd"/>
            <w:r w:rsidRPr="00044409">
              <w:t xml:space="preserve"> &gt;= 24"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3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>Αναλογία διαστάσεων εικόνας: 16:9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4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>Φυσική ανάλυση &gt;= 2560 x 1440 (QHD)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5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F74D6C" w:rsidRDefault="00F74D6C" w:rsidP="00F74D6C">
            <w:pPr>
              <w:rPr>
                <w:lang w:val="en-US"/>
              </w:rPr>
            </w:pPr>
            <w:r w:rsidRPr="00044409">
              <w:t>Τεχνολογία</w:t>
            </w:r>
            <w:r w:rsidRPr="00F74D6C">
              <w:rPr>
                <w:lang w:val="en-US"/>
              </w:rPr>
              <w:t xml:space="preserve"> </w:t>
            </w:r>
            <w:r w:rsidRPr="00044409">
              <w:t>απεικόνισης</w:t>
            </w:r>
            <w:r w:rsidRPr="00F74D6C">
              <w:rPr>
                <w:lang w:val="en-US"/>
              </w:rPr>
              <w:t>: Panel In-Plane Switching (IPS)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6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 xml:space="preserve">Βάθος χρώματος &gt;= 8bit (16,7M </w:t>
            </w:r>
            <w:proofErr w:type="spellStart"/>
            <w:r w:rsidRPr="00044409">
              <w:t>colors</w:t>
            </w:r>
            <w:proofErr w:type="spellEnd"/>
            <w:r w:rsidRPr="00044409">
              <w:t>)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EF62A6" w:rsidTr="00F74D6C">
        <w:trPr>
          <w:trHeight w:val="52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7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>Μέγιστος ρυθμός ανανέωσης &gt;= 60Hz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8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 xml:space="preserve">Χρόνος Απόκρισης &lt;= 8 </w:t>
            </w:r>
            <w:proofErr w:type="spellStart"/>
            <w:r w:rsidRPr="00044409">
              <w:t>ms</w:t>
            </w:r>
            <w:proofErr w:type="spellEnd"/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9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 xml:space="preserve">Φωτεινότητα &gt;= 300 </w:t>
            </w:r>
            <w:proofErr w:type="spellStart"/>
            <w:r w:rsidRPr="00044409">
              <w:t>cd</w:t>
            </w:r>
            <w:proofErr w:type="spellEnd"/>
            <w:r w:rsidRPr="00044409">
              <w:t>/m2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10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>Στατική αντίθεση &gt;= 1000:1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DF25B3" w:rsidTr="00F74D6C">
        <w:trPr>
          <w:trHeight w:val="48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74D6C" w:rsidRPr="00432CD9" w:rsidRDefault="00F74D6C" w:rsidP="00F74D6C">
            <w:pPr>
              <w:jc w:val="center"/>
            </w:pPr>
            <w:r w:rsidRPr="00432CD9">
              <w:t>11</w:t>
            </w:r>
          </w:p>
        </w:tc>
        <w:tc>
          <w:tcPr>
            <w:tcW w:w="4952" w:type="dxa"/>
            <w:shd w:val="clear" w:color="auto" w:fill="auto"/>
            <w:hideMark/>
          </w:tcPr>
          <w:p w:rsidR="00F74D6C" w:rsidRPr="00044409" w:rsidRDefault="00F74D6C" w:rsidP="00F74D6C">
            <w:r w:rsidRPr="00044409">
              <w:t>Γωνία θέασης &gt;= 178 μοίρες οριζόντια &amp; κάθετα</w:t>
            </w:r>
          </w:p>
        </w:tc>
        <w:tc>
          <w:tcPr>
            <w:tcW w:w="1134" w:type="dxa"/>
            <w:vAlign w:val="center"/>
          </w:tcPr>
          <w:p w:rsidR="00F74D6C" w:rsidRPr="00432CD9" w:rsidRDefault="00F74D6C" w:rsidP="00F74D6C">
            <w:pPr>
              <w:jc w:val="center"/>
            </w:pPr>
            <w:r w:rsidRPr="00432CD9">
              <w:t>ΝΑΙ</w:t>
            </w:r>
          </w:p>
        </w:tc>
        <w:tc>
          <w:tcPr>
            <w:tcW w:w="1237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74D6C" w:rsidRPr="00432CD9" w:rsidRDefault="00F74D6C" w:rsidP="00F74D6C">
            <w:r w:rsidRPr="00432CD9">
              <w:t xml:space="preserve"> </w:t>
            </w:r>
          </w:p>
        </w:tc>
      </w:tr>
      <w:tr w:rsidR="00F74D6C" w:rsidRPr="00A8070F" w:rsidTr="00F74D6C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pPr>
              <w:jc w:val="center"/>
            </w:pPr>
            <w:r w:rsidRPr="00F41BA0">
              <w:t>12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044409" w:rsidRDefault="00F74D6C" w:rsidP="00F74D6C">
            <w:r w:rsidRPr="00044409">
              <w:t>Με φίλτρο αποκοπής αντανακλάσεων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41BA0" w:rsidRDefault="00F74D6C" w:rsidP="00F74D6C">
            <w:pPr>
              <w:jc w:val="center"/>
            </w:pPr>
            <w:r w:rsidRPr="00F41BA0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r w:rsidRPr="00F41BA0">
              <w:t> </w:t>
            </w:r>
          </w:p>
        </w:tc>
      </w:tr>
      <w:tr w:rsidR="00F74D6C" w:rsidRPr="00A8070F" w:rsidTr="00F74D6C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pPr>
              <w:jc w:val="center"/>
            </w:pPr>
            <w:r w:rsidRPr="00F41BA0">
              <w:t>13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044409" w:rsidRDefault="00F74D6C" w:rsidP="00F74D6C">
            <w:r w:rsidRPr="00044409">
              <w:t>Ρυθμιζόμενη βάση για κίνηση της οθόνης: Κάτω-Πάνω (</w:t>
            </w:r>
            <w:proofErr w:type="spellStart"/>
            <w:r w:rsidRPr="00044409">
              <w:t>Tilt</w:t>
            </w:r>
            <w:proofErr w:type="spellEnd"/>
            <w:r w:rsidRPr="00044409">
              <w:t>), Δεξιά-Αριστερά (</w:t>
            </w:r>
            <w:proofErr w:type="spellStart"/>
            <w:r w:rsidRPr="00044409">
              <w:t>Swivel</w:t>
            </w:r>
            <w:proofErr w:type="spellEnd"/>
            <w:r w:rsidRPr="00044409">
              <w:t xml:space="preserve">, </w:t>
            </w:r>
            <w:proofErr w:type="spellStart"/>
            <w:r w:rsidRPr="00044409">
              <w:t>Kαθ’ύψος</w:t>
            </w:r>
            <w:proofErr w:type="spellEnd"/>
            <w:r w:rsidRPr="00044409">
              <w:t xml:space="preserve"> (</w:t>
            </w:r>
            <w:proofErr w:type="spellStart"/>
            <w:r w:rsidRPr="00044409">
              <w:t>Height</w:t>
            </w:r>
            <w:proofErr w:type="spellEnd"/>
            <w:r w:rsidRPr="00044409"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41BA0" w:rsidRDefault="00F74D6C" w:rsidP="00F74D6C">
            <w:pPr>
              <w:jc w:val="center"/>
            </w:pPr>
            <w:r w:rsidRPr="00F41BA0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r w:rsidRPr="00F41BA0">
              <w:t> </w:t>
            </w:r>
          </w:p>
        </w:tc>
      </w:tr>
      <w:tr w:rsidR="00F74D6C" w:rsidRPr="00A8070F" w:rsidTr="00F74D6C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pPr>
              <w:jc w:val="center"/>
            </w:pPr>
            <w:r w:rsidRPr="00F41BA0">
              <w:t>14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Default="00F74D6C" w:rsidP="00F74D6C">
            <w:r w:rsidRPr="00044409">
              <w:t xml:space="preserve">Θύρα εισόδου εικόνας &gt;= 1x HDMI, συμπεριλαμβανομένου </w:t>
            </w:r>
            <w:proofErr w:type="spellStart"/>
            <w:r w:rsidRPr="00044409">
              <w:t>αντίστιχου</w:t>
            </w:r>
            <w:proofErr w:type="spellEnd"/>
            <w:r w:rsidRPr="00044409">
              <w:t xml:space="preserve"> καλωδίου σύνδεσης με Η/Υ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41BA0" w:rsidRDefault="00F74D6C" w:rsidP="00F74D6C">
            <w:pPr>
              <w:jc w:val="center"/>
            </w:pPr>
            <w:r w:rsidRPr="00F41BA0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41BA0" w:rsidRDefault="00F74D6C" w:rsidP="00F74D6C">
            <w:r w:rsidRPr="00F41BA0">
              <w:t> </w:t>
            </w:r>
          </w:p>
        </w:tc>
      </w:tr>
      <w:tr w:rsidR="00F74D6C" w:rsidRPr="00A8070F" w:rsidTr="00F74D6C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F74D6C">
            <w:pPr>
              <w:jc w:val="center"/>
            </w:pPr>
            <w:r w:rsidRPr="00F74D6C">
              <w:t>15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A8070F" w:rsidRDefault="00F74D6C" w:rsidP="00E76606">
            <w:r w:rsidRPr="00A8070F">
              <w:t>Θύρα εισόδου εικόνας &gt;= 1</w:t>
            </w:r>
            <w:r w:rsidRPr="00F74D6C">
              <w:t>x</w:t>
            </w:r>
            <w:r w:rsidRPr="00A8070F">
              <w:t xml:space="preserve"> </w:t>
            </w:r>
            <w:proofErr w:type="spellStart"/>
            <w:r w:rsidRPr="00F74D6C">
              <w:t>DisplayPort</w:t>
            </w:r>
            <w:proofErr w:type="spellEnd"/>
            <w:r w:rsidRPr="00A8070F">
              <w:t xml:space="preserve"> 1.2, συμπεριλαμβανομένου </w:t>
            </w:r>
            <w:proofErr w:type="spellStart"/>
            <w:r w:rsidRPr="00A8070F">
              <w:t>αντίστιχου</w:t>
            </w:r>
            <w:proofErr w:type="spellEnd"/>
            <w:r w:rsidRPr="00A8070F">
              <w:t xml:space="preserve"> καλωδίου σύνδεσης με Η/Υ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74D6C" w:rsidRDefault="00F74D6C" w:rsidP="00F74D6C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</w:tr>
      <w:tr w:rsidR="00F74D6C" w:rsidRPr="00A8070F" w:rsidTr="00F74D6C">
        <w:trPr>
          <w:trHeight w:val="41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F74D6C">
            <w:pPr>
              <w:jc w:val="center"/>
            </w:pPr>
            <w:r w:rsidRPr="00F74D6C">
              <w:t>16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F74D6C" w:rsidRDefault="00F74D6C" w:rsidP="00E76606">
            <w:r w:rsidRPr="00F74D6C">
              <w:t>Να διαθέτει USB 3.0 HUB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74D6C" w:rsidRDefault="00F74D6C" w:rsidP="00F74D6C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</w:tr>
      <w:tr w:rsidR="00F74D6C" w:rsidRPr="00A8070F" w:rsidTr="00F74D6C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F74D6C">
            <w:pPr>
              <w:jc w:val="center"/>
            </w:pPr>
            <w:r w:rsidRPr="00F74D6C">
              <w:t>17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A8070F" w:rsidRDefault="00F74D6C" w:rsidP="00E76606">
            <w:r w:rsidRPr="00A8070F">
              <w:t>Να διαθέτει εσωτερικό τροφοδοτικό για σύνδεση σε δίκτυο 220</w:t>
            </w:r>
            <w:r w:rsidRPr="00F74D6C">
              <w:t>VAC</w:t>
            </w:r>
            <w:r w:rsidRPr="00A8070F">
              <w:t>/50</w:t>
            </w:r>
            <w:r w:rsidRPr="00F74D6C">
              <w:t>Hz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74D6C" w:rsidRDefault="00F74D6C" w:rsidP="00F74D6C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</w:tr>
      <w:tr w:rsidR="00F74D6C" w:rsidRPr="00A8070F" w:rsidTr="00F74D6C">
        <w:trPr>
          <w:trHeight w:val="491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F74D6C">
            <w:pPr>
              <w:jc w:val="center"/>
            </w:pPr>
            <w:r w:rsidRPr="00F74D6C">
              <w:t>18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F74D6C" w:rsidRDefault="00F74D6C" w:rsidP="00E76606">
            <w:r w:rsidRPr="00F74D6C">
              <w:t>Πιστοποίηση ENERGY STAR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74D6C" w:rsidRDefault="00F74D6C" w:rsidP="00F74D6C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</w:tr>
      <w:tr w:rsidR="00F74D6C" w:rsidRPr="00A8070F" w:rsidTr="00F74D6C">
        <w:trPr>
          <w:trHeight w:val="284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F74D6C">
            <w:pPr>
              <w:jc w:val="center"/>
            </w:pPr>
            <w:r w:rsidRPr="00F74D6C">
              <w:t>19</w:t>
            </w:r>
          </w:p>
        </w:tc>
        <w:tc>
          <w:tcPr>
            <w:tcW w:w="4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74D6C" w:rsidRPr="00F74D6C" w:rsidRDefault="00F74D6C" w:rsidP="00E76606">
            <w:r w:rsidRPr="00F74D6C">
              <w:t>Εγγύηση καλής λειτουργίας &gt;= 3 έτη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4D6C" w:rsidRPr="00F74D6C" w:rsidRDefault="00F74D6C" w:rsidP="00F74D6C">
            <w:pPr>
              <w:jc w:val="center"/>
            </w:pPr>
            <w:r w:rsidRPr="00F74D6C">
              <w:t>ΝΑΙ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74D6C" w:rsidRPr="00F74D6C" w:rsidRDefault="00F74D6C" w:rsidP="00E76606">
            <w:r w:rsidRPr="00F74D6C">
              <w:t> </w:t>
            </w:r>
          </w:p>
        </w:tc>
      </w:tr>
    </w:tbl>
    <w:p w:rsidR="00EB2777" w:rsidRDefault="00EB2777" w:rsidP="00F74D6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406FB0"/>
    <w:rsid w:val="006A5086"/>
    <w:rsid w:val="00A40B4A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185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2025-09-09T11:40:00Z</dcterms:created>
  <dcterms:modified xsi:type="dcterms:W3CDTF">2025-09-10T11:03:00Z</dcterms:modified>
</cp:coreProperties>
</file>